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8A60CF" w:rsidRDefault="008A60CF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335124" w:rsidRDefault="00335124" w:rsidP="00DE370D">
      <w:pPr>
        <w:jc w:val="both"/>
        <w:rPr>
          <w:rFonts w:cs="Arial"/>
          <w:b/>
          <w:bCs/>
          <w:color w:val="E36C0A"/>
        </w:rPr>
      </w:pPr>
    </w:p>
    <w:p w:rsidR="00AE40F9" w:rsidRPr="00191224" w:rsidRDefault="00AE40F9" w:rsidP="00AE40F9">
      <w:pPr>
        <w:rPr>
          <w:rFonts w:cs="Arial"/>
          <w:b/>
          <w:szCs w:val="20"/>
        </w:rPr>
      </w:pPr>
      <w:r w:rsidRPr="00191224">
        <w:rPr>
          <w:rFonts w:cs="Arial"/>
          <w:b/>
          <w:bCs/>
        </w:rPr>
        <w:t xml:space="preserve">Oprava </w:t>
      </w:r>
      <w:r w:rsidR="00EE10B2" w:rsidRPr="00191224">
        <w:rPr>
          <w:rFonts w:cs="Arial"/>
          <w:b/>
          <w:bCs/>
        </w:rPr>
        <w:t>chodníku</w:t>
      </w:r>
      <w:r w:rsidRPr="00191224">
        <w:rPr>
          <w:rFonts w:cs="Arial"/>
          <w:b/>
          <w:bCs/>
        </w:rPr>
        <w:t xml:space="preserve"> v ul.</w:t>
      </w:r>
      <w:r w:rsidRPr="00191224">
        <w:rPr>
          <w:rFonts w:cs="Arial"/>
          <w:b/>
          <w:szCs w:val="20"/>
        </w:rPr>
        <w:t xml:space="preserve"> </w:t>
      </w:r>
      <w:r w:rsidR="00607D1A">
        <w:rPr>
          <w:rFonts w:cs="Arial"/>
          <w:b/>
          <w:szCs w:val="20"/>
        </w:rPr>
        <w:t>Rybářská</w:t>
      </w:r>
    </w:p>
    <w:p w:rsidR="00140117" w:rsidRPr="00191224" w:rsidRDefault="00140117" w:rsidP="00140117">
      <w:r w:rsidRPr="00191224">
        <w:t xml:space="preserve">Zahájení prací: </w:t>
      </w:r>
      <w:r w:rsidR="00C14A83">
        <w:t>n</w:t>
      </w:r>
      <w:r w:rsidR="009C060E">
        <w:t>ejpozději</w:t>
      </w:r>
      <w:r w:rsidR="00C14A83">
        <w:t xml:space="preserve"> </w:t>
      </w:r>
      <w:r w:rsidR="009B6E8D" w:rsidRPr="00191224">
        <w:t xml:space="preserve">od </w:t>
      </w:r>
      <w:r w:rsidR="009C060E">
        <w:t>22</w:t>
      </w:r>
      <w:r w:rsidR="00E90834">
        <w:t>.0</w:t>
      </w:r>
      <w:r w:rsidR="00607D1A">
        <w:t>9</w:t>
      </w:r>
      <w:r w:rsidR="00E90834">
        <w:t>.202</w:t>
      </w:r>
      <w:r w:rsidR="00607D1A">
        <w:t>5</w:t>
      </w:r>
    </w:p>
    <w:p w:rsidR="00140117" w:rsidRPr="00191224" w:rsidRDefault="00300EB1" w:rsidP="00140117">
      <w:r w:rsidRPr="00191224">
        <w:t>Dokončení díla:</w:t>
      </w:r>
      <w:r w:rsidR="00140117" w:rsidRPr="00191224">
        <w:t xml:space="preserve"> </w:t>
      </w:r>
      <w:bookmarkStart w:id="0" w:name="_GoBack"/>
      <w:bookmarkEnd w:id="0"/>
      <w:r w:rsidR="00607D1A">
        <w:t>8</w:t>
      </w:r>
      <w:r w:rsidR="00140117" w:rsidRPr="00191224">
        <w:t xml:space="preserve"> týdnů od zahájení</w:t>
      </w:r>
    </w:p>
    <w:p w:rsidR="00C14A83" w:rsidRDefault="00C14A83" w:rsidP="00D54743">
      <w:pPr>
        <w:jc w:val="both"/>
        <w:rPr>
          <w:rFonts w:cs="Arial"/>
          <w:b/>
          <w:bCs/>
          <w:color w:val="E36C0A"/>
        </w:rPr>
      </w:pPr>
    </w:p>
    <w:p w:rsidR="00D54743" w:rsidRPr="00BF7080" w:rsidRDefault="00D54743" w:rsidP="00D54743">
      <w:pPr>
        <w:jc w:val="both"/>
        <w:rPr>
          <w:rFonts w:cs="Arial"/>
          <w:b/>
          <w:bCs/>
          <w:color w:val="E36C0A"/>
        </w:rPr>
      </w:pPr>
      <w:r w:rsidRPr="00191224">
        <w:rPr>
          <w:rFonts w:cs="Arial"/>
          <w:b/>
          <w:bCs/>
          <w:color w:val="E36C0A"/>
        </w:rPr>
        <w:t>Termín realizace:</w:t>
      </w:r>
    </w:p>
    <w:p w:rsidR="00AE40F9" w:rsidRDefault="00AE40F9" w:rsidP="00AE40F9">
      <w:pPr>
        <w:jc w:val="both"/>
        <w:rPr>
          <w:rFonts w:cs="Arial"/>
          <w:b/>
          <w:bCs/>
        </w:rPr>
      </w:pPr>
    </w:p>
    <w:p w:rsidR="00FE1DA2" w:rsidRPr="00AE40F9" w:rsidRDefault="00FE1DA2" w:rsidP="00AE40F9"/>
    <w:sectPr w:rsidR="00FE1DA2" w:rsidRPr="00AE40F9" w:rsidSect="003D7010">
      <w:footerReference w:type="default" r:id="rId7"/>
      <w:headerReference w:type="first" r:id="rId8"/>
      <w:foot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0C7" w:rsidRDefault="00C750C7">
      <w:r>
        <w:separator/>
      </w:r>
    </w:p>
  </w:endnote>
  <w:endnote w:type="continuationSeparator" w:id="0">
    <w:p w:rsidR="00C750C7" w:rsidRDefault="00C7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Default="003042A4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D22F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2A4" w:rsidRPr="00335124" w:rsidRDefault="003042A4" w:rsidP="005F178A">
    <w:pPr>
      <w:pStyle w:val="Zpat"/>
      <w:rPr>
        <w:b/>
        <w:color w:val="00B050"/>
        <w:sz w:val="14"/>
        <w:szCs w:val="14"/>
      </w:rPr>
    </w:pPr>
    <w:r w:rsidRPr="00335124">
      <w:rPr>
        <w:b/>
        <w:color w:val="00B050"/>
        <w:sz w:val="14"/>
        <w:szCs w:val="14"/>
      </w:rPr>
      <w:t>Veřejná zakázka malého rozsahu</w:t>
    </w:r>
  </w:p>
  <w:p w:rsidR="003042A4" w:rsidRPr="00335124" w:rsidRDefault="003042A4" w:rsidP="005F178A">
    <w:pPr>
      <w:pStyle w:val="Zpat"/>
      <w:rPr>
        <w:b/>
        <w:caps/>
        <w:color w:val="00B050"/>
        <w:sz w:val="14"/>
        <w:szCs w:val="14"/>
      </w:rPr>
    </w:pPr>
    <w:r w:rsidRPr="00335124">
      <w:rPr>
        <w:b/>
        <w:caps/>
        <w:color w:val="00B050"/>
        <w:sz w:val="14"/>
        <w:szCs w:val="14"/>
      </w:rPr>
      <w:t>Oprava chodníků</w:t>
    </w:r>
    <w:r w:rsidR="00A768B6" w:rsidRPr="00335124">
      <w:rPr>
        <w:b/>
        <w:caps/>
        <w:color w:val="00B050"/>
        <w:sz w:val="14"/>
        <w:szCs w:val="14"/>
      </w:rPr>
      <w:t xml:space="preserve"> </w:t>
    </w:r>
    <w:r w:rsidRPr="00335124">
      <w:rPr>
        <w:b/>
        <w:caps/>
        <w:color w:val="00B050"/>
        <w:sz w:val="14"/>
        <w:szCs w:val="14"/>
      </w:rPr>
      <w:t xml:space="preserve">města Uherský </w:t>
    </w:r>
    <w:r w:rsidR="006329A4">
      <w:rPr>
        <w:b/>
        <w:caps/>
        <w:color w:val="00B050"/>
        <w:sz w:val="14"/>
        <w:szCs w:val="14"/>
      </w:rPr>
      <w:t>BROD V ROCE 202</w:t>
    </w:r>
    <w:r w:rsidR="00607D1A">
      <w:rPr>
        <w:b/>
        <w:caps/>
        <w:color w:val="00B050"/>
        <w:sz w:val="14"/>
        <w:szCs w:val="14"/>
      </w:rPr>
      <w:t>5</w:t>
    </w:r>
  </w:p>
  <w:p w:rsidR="003042A4" w:rsidRPr="001F5CCD" w:rsidRDefault="003042A4" w:rsidP="001F5CC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0C7" w:rsidRDefault="00C750C7">
      <w:r>
        <w:separator/>
      </w:r>
    </w:p>
  </w:footnote>
  <w:footnote w:type="continuationSeparator" w:id="0">
    <w:p w:rsidR="00C750C7" w:rsidRDefault="00C75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A49" w:rsidRPr="00335124" w:rsidRDefault="00335124" w:rsidP="00335124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4ECC31C" wp14:editId="7A05D106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042A4" w:rsidRPr="00335124">
      <w:rPr>
        <w:b/>
        <w:bCs/>
        <w:color w:val="00B050"/>
        <w:sz w:val="28"/>
        <w:szCs w:val="28"/>
      </w:rPr>
      <w:t xml:space="preserve">Harmonogram prací – příloha č. </w:t>
    </w:r>
    <w:r w:rsidR="00B7279F">
      <w:rPr>
        <w:b/>
        <w:bCs/>
        <w:color w:val="00B050"/>
        <w:sz w:val="28"/>
        <w:szCs w:val="28"/>
      </w:rPr>
      <w:t>4</w:t>
    </w:r>
  </w:p>
  <w:p w:rsidR="003042A4" w:rsidRPr="00335124" w:rsidRDefault="003042A4" w:rsidP="00A768B6">
    <w:pPr>
      <w:pStyle w:val="Zhlav"/>
      <w:tabs>
        <w:tab w:val="left" w:pos="2580"/>
        <w:tab w:val="left" w:pos="2985"/>
      </w:tabs>
      <w:spacing w:line="276" w:lineRule="auto"/>
      <w:jc w:val="center"/>
      <w:rPr>
        <w:color w:val="00B050"/>
      </w:rPr>
    </w:pPr>
    <w:r w:rsidRPr="00335124">
      <w:rPr>
        <w:b/>
        <w:caps/>
        <w:color w:val="00B050"/>
        <w:sz w:val="24"/>
      </w:rPr>
      <w:t xml:space="preserve">Veřejná zakázka: oprava </w:t>
    </w:r>
    <w:r w:rsidR="00A768B6" w:rsidRPr="00335124">
      <w:rPr>
        <w:b/>
        <w:caps/>
        <w:color w:val="00B050"/>
        <w:sz w:val="24"/>
      </w:rPr>
      <w:t xml:space="preserve">CHODNÍKŮ MĚSTA </w:t>
    </w:r>
    <w:r w:rsidRPr="00335124">
      <w:rPr>
        <w:b/>
        <w:caps/>
        <w:color w:val="00B050"/>
        <w:sz w:val="24"/>
      </w:rPr>
      <w:t>uherský Brod</w:t>
    </w:r>
    <w:r w:rsidR="00953C55">
      <w:rPr>
        <w:b/>
        <w:caps/>
        <w:color w:val="00B050"/>
        <w:sz w:val="24"/>
      </w:rPr>
      <w:t xml:space="preserve"> v roce 202</w:t>
    </w:r>
    <w:r w:rsidR="00607D1A">
      <w:rPr>
        <w:b/>
        <w:caps/>
        <w:color w:val="00B050"/>
        <w:sz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14A0A"/>
    <w:rsid w:val="000175D6"/>
    <w:rsid w:val="00020A0D"/>
    <w:rsid w:val="0002749A"/>
    <w:rsid w:val="0003498B"/>
    <w:rsid w:val="00044CDA"/>
    <w:rsid w:val="00045F2C"/>
    <w:rsid w:val="000466A9"/>
    <w:rsid w:val="00052C2A"/>
    <w:rsid w:val="00055C30"/>
    <w:rsid w:val="00055C4D"/>
    <w:rsid w:val="00056CED"/>
    <w:rsid w:val="00056F12"/>
    <w:rsid w:val="00060A10"/>
    <w:rsid w:val="0006639B"/>
    <w:rsid w:val="00075A0B"/>
    <w:rsid w:val="00084314"/>
    <w:rsid w:val="000879BC"/>
    <w:rsid w:val="000924F2"/>
    <w:rsid w:val="000A2AF3"/>
    <w:rsid w:val="000A754F"/>
    <w:rsid w:val="000B094D"/>
    <w:rsid w:val="000B1AC4"/>
    <w:rsid w:val="000B3133"/>
    <w:rsid w:val="000B6303"/>
    <w:rsid w:val="000C2E90"/>
    <w:rsid w:val="000C6A1C"/>
    <w:rsid w:val="000D1112"/>
    <w:rsid w:val="000D7033"/>
    <w:rsid w:val="000D7E0A"/>
    <w:rsid w:val="000E4B16"/>
    <w:rsid w:val="000E4D02"/>
    <w:rsid w:val="000E67EE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21A45"/>
    <w:rsid w:val="0012256E"/>
    <w:rsid w:val="00130577"/>
    <w:rsid w:val="00130DD3"/>
    <w:rsid w:val="0013388F"/>
    <w:rsid w:val="00140117"/>
    <w:rsid w:val="00140728"/>
    <w:rsid w:val="00141FA0"/>
    <w:rsid w:val="00142890"/>
    <w:rsid w:val="001436D2"/>
    <w:rsid w:val="00147199"/>
    <w:rsid w:val="00147B5D"/>
    <w:rsid w:val="001525D5"/>
    <w:rsid w:val="00154994"/>
    <w:rsid w:val="00155063"/>
    <w:rsid w:val="001574CE"/>
    <w:rsid w:val="001627CD"/>
    <w:rsid w:val="00162DCD"/>
    <w:rsid w:val="00164756"/>
    <w:rsid w:val="0017208E"/>
    <w:rsid w:val="00175175"/>
    <w:rsid w:val="0017600C"/>
    <w:rsid w:val="00176171"/>
    <w:rsid w:val="0018069C"/>
    <w:rsid w:val="0018384E"/>
    <w:rsid w:val="001857C4"/>
    <w:rsid w:val="00191224"/>
    <w:rsid w:val="00196E68"/>
    <w:rsid w:val="001A1390"/>
    <w:rsid w:val="001B062E"/>
    <w:rsid w:val="001B10F2"/>
    <w:rsid w:val="001B6317"/>
    <w:rsid w:val="001B6367"/>
    <w:rsid w:val="001B7035"/>
    <w:rsid w:val="001B7422"/>
    <w:rsid w:val="001C7227"/>
    <w:rsid w:val="001D6BAB"/>
    <w:rsid w:val="001D73BA"/>
    <w:rsid w:val="001E25F9"/>
    <w:rsid w:val="001E2717"/>
    <w:rsid w:val="001E6D9F"/>
    <w:rsid w:val="001F24D5"/>
    <w:rsid w:val="001F4BE7"/>
    <w:rsid w:val="001F5414"/>
    <w:rsid w:val="001F5CCD"/>
    <w:rsid w:val="001F6459"/>
    <w:rsid w:val="001F6528"/>
    <w:rsid w:val="001F6A4E"/>
    <w:rsid w:val="002000F5"/>
    <w:rsid w:val="002029E6"/>
    <w:rsid w:val="002038A9"/>
    <w:rsid w:val="002074B0"/>
    <w:rsid w:val="00220D6B"/>
    <w:rsid w:val="00221266"/>
    <w:rsid w:val="0022307E"/>
    <w:rsid w:val="00223C88"/>
    <w:rsid w:val="0022565F"/>
    <w:rsid w:val="002256F1"/>
    <w:rsid w:val="002319A1"/>
    <w:rsid w:val="00232311"/>
    <w:rsid w:val="00234019"/>
    <w:rsid w:val="00234578"/>
    <w:rsid w:val="00237476"/>
    <w:rsid w:val="00241700"/>
    <w:rsid w:val="00242E57"/>
    <w:rsid w:val="00252035"/>
    <w:rsid w:val="00265675"/>
    <w:rsid w:val="00265BBF"/>
    <w:rsid w:val="0026758F"/>
    <w:rsid w:val="00273C50"/>
    <w:rsid w:val="00274E72"/>
    <w:rsid w:val="00276DEB"/>
    <w:rsid w:val="002815A8"/>
    <w:rsid w:val="0028209F"/>
    <w:rsid w:val="00287A6B"/>
    <w:rsid w:val="00292B19"/>
    <w:rsid w:val="00293979"/>
    <w:rsid w:val="002969B0"/>
    <w:rsid w:val="002A19FB"/>
    <w:rsid w:val="002A2849"/>
    <w:rsid w:val="002A3AA4"/>
    <w:rsid w:val="002A445C"/>
    <w:rsid w:val="002A47C0"/>
    <w:rsid w:val="002A4931"/>
    <w:rsid w:val="002A55C8"/>
    <w:rsid w:val="002A7E7E"/>
    <w:rsid w:val="002B2255"/>
    <w:rsid w:val="002B42DB"/>
    <w:rsid w:val="002B5955"/>
    <w:rsid w:val="002B5AF7"/>
    <w:rsid w:val="002C2EA4"/>
    <w:rsid w:val="002C3001"/>
    <w:rsid w:val="002C4A48"/>
    <w:rsid w:val="002C4B9D"/>
    <w:rsid w:val="002D51E2"/>
    <w:rsid w:val="002D7E74"/>
    <w:rsid w:val="002F081A"/>
    <w:rsid w:val="002F4269"/>
    <w:rsid w:val="002F4893"/>
    <w:rsid w:val="002F6D90"/>
    <w:rsid w:val="002F7695"/>
    <w:rsid w:val="00300EB1"/>
    <w:rsid w:val="00301033"/>
    <w:rsid w:val="003042A4"/>
    <w:rsid w:val="00305C9A"/>
    <w:rsid w:val="00306309"/>
    <w:rsid w:val="003131E0"/>
    <w:rsid w:val="003135DA"/>
    <w:rsid w:val="003150E9"/>
    <w:rsid w:val="003170D9"/>
    <w:rsid w:val="00317D62"/>
    <w:rsid w:val="00322D94"/>
    <w:rsid w:val="0032400E"/>
    <w:rsid w:val="003248B8"/>
    <w:rsid w:val="003256B2"/>
    <w:rsid w:val="00332721"/>
    <w:rsid w:val="00334024"/>
    <w:rsid w:val="00334818"/>
    <w:rsid w:val="00335124"/>
    <w:rsid w:val="0033513C"/>
    <w:rsid w:val="00340E7D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18AB"/>
    <w:rsid w:val="00372744"/>
    <w:rsid w:val="00372DAA"/>
    <w:rsid w:val="0037321B"/>
    <w:rsid w:val="00377F55"/>
    <w:rsid w:val="00391E9B"/>
    <w:rsid w:val="00393B4F"/>
    <w:rsid w:val="003A0D3E"/>
    <w:rsid w:val="003A15F6"/>
    <w:rsid w:val="003A4169"/>
    <w:rsid w:val="003A43AE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2E3C"/>
    <w:rsid w:val="003F32EF"/>
    <w:rsid w:val="003F4129"/>
    <w:rsid w:val="003F5A49"/>
    <w:rsid w:val="0040127B"/>
    <w:rsid w:val="00403658"/>
    <w:rsid w:val="00403ABD"/>
    <w:rsid w:val="00407246"/>
    <w:rsid w:val="004120EC"/>
    <w:rsid w:val="004148A3"/>
    <w:rsid w:val="00426D7D"/>
    <w:rsid w:val="00427A55"/>
    <w:rsid w:val="00431684"/>
    <w:rsid w:val="00433982"/>
    <w:rsid w:val="0043451C"/>
    <w:rsid w:val="00435ACB"/>
    <w:rsid w:val="0044093E"/>
    <w:rsid w:val="00451F4D"/>
    <w:rsid w:val="004548D9"/>
    <w:rsid w:val="00457411"/>
    <w:rsid w:val="0047080B"/>
    <w:rsid w:val="0047521D"/>
    <w:rsid w:val="00477369"/>
    <w:rsid w:val="00483CEC"/>
    <w:rsid w:val="00491775"/>
    <w:rsid w:val="0049477B"/>
    <w:rsid w:val="004A1B34"/>
    <w:rsid w:val="004A1EA9"/>
    <w:rsid w:val="004A41F8"/>
    <w:rsid w:val="004A631A"/>
    <w:rsid w:val="004B0535"/>
    <w:rsid w:val="004B082C"/>
    <w:rsid w:val="004B0EC4"/>
    <w:rsid w:val="004B1C10"/>
    <w:rsid w:val="004B1CDB"/>
    <w:rsid w:val="004B3F92"/>
    <w:rsid w:val="004B5323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189E"/>
    <w:rsid w:val="0050230A"/>
    <w:rsid w:val="005041DD"/>
    <w:rsid w:val="005212E5"/>
    <w:rsid w:val="0052199F"/>
    <w:rsid w:val="00522517"/>
    <w:rsid w:val="005226CC"/>
    <w:rsid w:val="0052340A"/>
    <w:rsid w:val="0052437E"/>
    <w:rsid w:val="00527FA6"/>
    <w:rsid w:val="00533DA1"/>
    <w:rsid w:val="00536A22"/>
    <w:rsid w:val="00540558"/>
    <w:rsid w:val="00540ABA"/>
    <w:rsid w:val="0054182A"/>
    <w:rsid w:val="005438B5"/>
    <w:rsid w:val="005511E5"/>
    <w:rsid w:val="00552320"/>
    <w:rsid w:val="00553D49"/>
    <w:rsid w:val="0055726D"/>
    <w:rsid w:val="00557E76"/>
    <w:rsid w:val="00562457"/>
    <w:rsid w:val="00562E6E"/>
    <w:rsid w:val="005719CE"/>
    <w:rsid w:val="00571F59"/>
    <w:rsid w:val="00572899"/>
    <w:rsid w:val="00581B1F"/>
    <w:rsid w:val="005824F4"/>
    <w:rsid w:val="005877B2"/>
    <w:rsid w:val="00587A29"/>
    <w:rsid w:val="00592F9D"/>
    <w:rsid w:val="00593411"/>
    <w:rsid w:val="005946DF"/>
    <w:rsid w:val="00597DD2"/>
    <w:rsid w:val="005A1429"/>
    <w:rsid w:val="005A1A75"/>
    <w:rsid w:val="005B13C1"/>
    <w:rsid w:val="005B419C"/>
    <w:rsid w:val="005B615C"/>
    <w:rsid w:val="005C00BE"/>
    <w:rsid w:val="005C1810"/>
    <w:rsid w:val="005C183A"/>
    <w:rsid w:val="005C308B"/>
    <w:rsid w:val="005C6EEE"/>
    <w:rsid w:val="005C7661"/>
    <w:rsid w:val="005C76F8"/>
    <w:rsid w:val="005D1068"/>
    <w:rsid w:val="005D309D"/>
    <w:rsid w:val="005D4390"/>
    <w:rsid w:val="005D76B4"/>
    <w:rsid w:val="005E0DE9"/>
    <w:rsid w:val="005E4554"/>
    <w:rsid w:val="005E4FC7"/>
    <w:rsid w:val="005E6B6E"/>
    <w:rsid w:val="005F178A"/>
    <w:rsid w:val="005F246E"/>
    <w:rsid w:val="005F7D0E"/>
    <w:rsid w:val="006009D0"/>
    <w:rsid w:val="006010E9"/>
    <w:rsid w:val="00607D1A"/>
    <w:rsid w:val="006207DA"/>
    <w:rsid w:val="006228C8"/>
    <w:rsid w:val="0062730E"/>
    <w:rsid w:val="00631990"/>
    <w:rsid w:val="006329A4"/>
    <w:rsid w:val="00632EAF"/>
    <w:rsid w:val="00635D98"/>
    <w:rsid w:val="00637DC3"/>
    <w:rsid w:val="00642AB0"/>
    <w:rsid w:val="006456C5"/>
    <w:rsid w:val="0064607E"/>
    <w:rsid w:val="00651C84"/>
    <w:rsid w:val="006524E7"/>
    <w:rsid w:val="006549AE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0418"/>
    <w:rsid w:val="006A6D11"/>
    <w:rsid w:val="006B0EC5"/>
    <w:rsid w:val="006B7883"/>
    <w:rsid w:val="006C06AD"/>
    <w:rsid w:val="006C11B6"/>
    <w:rsid w:val="006C33ED"/>
    <w:rsid w:val="006C75D8"/>
    <w:rsid w:val="006D3FB1"/>
    <w:rsid w:val="006D6A33"/>
    <w:rsid w:val="006D6B46"/>
    <w:rsid w:val="006E149C"/>
    <w:rsid w:val="006E44E5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27F41"/>
    <w:rsid w:val="00731A9E"/>
    <w:rsid w:val="007362EA"/>
    <w:rsid w:val="00736540"/>
    <w:rsid w:val="00745817"/>
    <w:rsid w:val="007514D1"/>
    <w:rsid w:val="00751D9B"/>
    <w:rsid w:val="00755FF2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17C7"/>
    <w:rsid w:val="007B36CE"/>
    <w:rsid w:val="007B64FC"/>
    <w:rsid w:val="007B7177"/>
    <w:rsid w:val="007C087E"/>
    <w:rsid w:val="007D04BA"/>
    <w:rsid w:val="007D4A60"/>
    <w:rsid w:val="007D655D"/>
    <w:rsid w:val="007F017C"/>
    <w:rsid w:val="007F0C46"/>
    <w:rsid w:val="0080218A"/>
    <w:rsid w:val="00803B6E"/>
    <w:rsid w:val="00805FAC"/>
    <w:rsid w:val="00807634"/>
    <w:rsid w:val="00810252"/>
    <w:rsid w:val="008104A8"/>
    <w:rsid w:val="00815E98"/>
    <w:rsid w:val="00820407"/>
    <w:rsid w:val="008237ED"/>
    <w:rsid w:val="00824E77"/>
    <w:rsid w:val="008311D2"/>
    <w:rsid w:val="008353D0"/>
    <w:rsid w:val="008355F9"/>
    <w:rsid w:val="008357CF"/>
    <w:rsid w:val="00836EBB"/>
    <w:rsid w:val="008426A1"/>
    <w:rsid w:val="008453A2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A18"/>
    <w:rsid w:val="00883F9F"/>
    <w:rsid w:val="00885626"/>
    <w:rsid w:val="008873D1"/>
    <w:rsid w:val="00894BDC"/>
    <w:rsid w:val="008979F0"/>
    <w:rsid w:val="008A60CF"/>
    <w:rsid w:val="008B002D"/>
    <w:rsid w:val="008B2682"/>
    <w:rsid w:val="008B52A3"/>
    <w:rsid w:val="008B5DFD"/>
    <w:rsid w:val="008B6D7D"/>
    <w:rsid w:val="008C3AD6"/>
    <w:rsid w:val="008D4AD9"/>
    <w:rsid w:val="008D5219"/>
    <w:rsid w:val="008D78F4"/>
    <w:rsid w:val="008E06C8"/>
    <w:rsid w:val="008E0BF4"/>
    <w:rsid w:val="008E490C"/>
    <w:rsid w:val="008E536C"/>
    <w:rsid w:val="008F1714"/>
    <w:rsid w:val="008F3BCE"/>
    <w:rsid w:val="008F487C"/>
    <w:rsid w:val="008F6722"/>
    <w:rsid w:val="0090254B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3C55"/>
    <w:rsid w:val="0095514A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B6E8D"/>
    <w:rsid w:val="009C060E"/>
    <w:rsid w:val="009C10D9"/>
    <w:rsid w:val="009C155D"/>
    <w:rsid w:val="009C1D8F"/>
    <w:rsid w:val="009C2AC6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0ED"/>
    <w:rsid w:val="009F2C79"/>
    <w:rsid w:val="00A000D3"/>
    <w:rsid w:val="00A01E4C"/>
    <w:rsid w:val="00A07809"/>
    <w:rsid w:val="00A15A1E"/>
    <w:rsid w:val="00A23ECD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65BFF"/>
    <w:rsid w:val="00A671AA"/>
    <w:rsid w:val="00A67B99"/>
    <w:rsid w:val="00A75531"/>
    <w:rsid w:val="00A767AA"/>
    <w:rsid w:val="00A768B6"/>
    <w:rsid w:val="00A76E1A"/>
    <w:rsid w:val="00A771DF"/>
    <w:rsid w:val="00A80267"/>
    <w:rsid w:val="00A85C71"/>
    <w:rsid w:val="00A85CCE"/>
    <w:rsid w:val="00A906CD"/>
    <w:rsid w:val="00A9076D"/>
    <w:rsid w:val="00A97166"/>
    <w:rsid w:val="00A9798A"/>
    <w:rsid w:val="00AA156D"/>
    <w:rsid w:val="00AB2F79"/>
    <w:rsid w:val="00AB4BD4"/>
    <w:rsid w:val="00AB66BC"/>
    <w:rsid w:val="00AB6911"/>
    <w:rsid w:val="00AB6AF5"/>
    <w:rsid w:val="00AC06DF"/>
    <w:rsid w:val="00AC0845"/>
    <w:rsid w:val="00AC2100"/>
    <w:rsid w:val="00AC387F"/>
    <w:rsid w:val="00AC47EC"/>
    <w:rsid w:val="00AC5E7A"/>
    <w:rsid w:val="00AC673F"/>
    <w:rsid w:val="00AD3810"/>
    <w:rsid w:val="00AD44B5"/>
    <w:rsid w:val="00AD48C9"/>
    <w:rsid w:val="00AD548C"/>
    <w:rsid w:val="00AD7C10"/>
    <w:rsid w:val="00AD7FD1"/>
    <w:rsid w:val="00AE3F08"/>
    <w:rsid w:val="00AE40F9"/>
    <w:rsid w:val="00AE49A9"/>
    <w:rsid w:val="00AF41B5"/>
    <w:rsid w:val="00AF49E7"/>
    <w:rsid w:val="00B01027"/>
    <w:rsid w:val="00B0112F"/>
    <w:rsid w:val="00B03813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BF2"/>
    <w:rsid w:val="00B415D3"/>
    <w:rsid w:val="00B43C3A"/>
    <w:rsid w:val="00B43DCF"/>
    <w:rsid w:val="00B45417"/>
    <w:rsid w:val="00B4591C"/>
    <w:rsid w:val="00B46347"/>
    <w:rsid w:val="00B46805"/>
    <w:rsid w:val="00B471C5"/>
    <w:rsid w:val="00B51FA8"/>
    <w:rsid w:val="00B557BC"/>
    <w:rsid w:val="00B648B7"/>
    <w:rsid w:val="00B64D46"/>
    <w:rsid w:val="00B671F1"/>
    <w:rsid w:val="00B7279F"/>
    <w:rsid w:val="00B96744"/>
    <w:rsid w:val="00B9732A"/>
    <w:rsid w:val="00BA0A4D"/>
    <w:rsid w:val="00BA3F34"/>
    <w:rsid w:val="00BA6011"/>
    <w:rsid w:val="00BB3C3E"/>
    <w:rsid w:val="00BB68B2"/>
    <w:rsid w:val="00BB7FEA"/>
    <w:rsid w:val="00BC26BB"/>
    <w:rsid w:val="00BC2D37"/>
    <w:rsid w:val="00BC4C22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BF7080"/>
    <w:rsid w:val="00C14A83"/>
    <w:rsid w:val="00C15325"/>
    <w:rsid w:val="00C22D54"/>
    <w:rsid w:val="00C25109"/>
    <w:rsid w:val="00C263C8"/>
    <w:rsid w:val="00C27983"/>
    <w:rsid w:val="00C27EBA"/>
    <w:rsid w:val="00C30396"/>
    <w:rsid w:val="00C34C16"/>
    <w:rsid w:val="00C4267C"/>
    <w:rsid w:val="00C447E9"/>
    <w:rsid w:val="00C46F1B"/>
    <w:rsid w:val="00C50FB8"/>
    <w:rsid w:val="00C51C6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4F9"/>
    <w:rsid w:val="00C65EEE"/>
    <w:rsid w:val="00C70663"/>
    <w:rsid w:val="00C70CE5"/>
    <w:rsid w:val="00C750C7"/>
    <w:rsid w:val="00C7672D"/>
    <w:rsid w:val="00C843DD"/>
    <w:rsid w:val="00C84F6E"/>
    <w:rsid w:val="00C86046"/>
    <w:rsid w:val="00C86827"/>
    <w:rsid w:val="00C86D39"/>
    <w:rsid w:val="00C91F79"/>
    <w:rsid w:val="00C94865"/>
    <w:rsid w:val="00C96D1F"/>
    <w:rsid w:val="00CA0803"/>
    <w:rsid w:val="00CA3872"/>
    <w:rsid w:val="00CA473C"/>
    <w:rsid w:val="00CA4EC9"/>
    <w:rsid w:val="00CB10BB"/>
    <w:rsid w:val="00CB11ED"/>
    <w:rsid w:val="00CB401A"/>
    <w:rsid w:val="00CB582B"/>
    <w:rsid w:val="00CC4B8C"/>
    <w:rsid w:val="00CC5190"/>
    <w:rsid w:val="00CC5472"/>
    <w:rsid w:val="00CC778D"/>
    <w:rsid w:val="00CD6354"/>
    <w:rsid w:val="00CD706E"/>
    <w:rsid w:val="00CE000F"/>
    <w:rsid w:val="00CE05F7"/>
    <w:rsid w:val="00CE2ABB"/>
    <w:rsid w:val="00CF0326"/>
    <w:rsid w:val="00CF2FD1"/>
    <w:rsid w:val="00CF375E"/>
    <w:rsid w:val="00CF4091"/>
    <w:rsid w:val="00D00AEB"/>
    <w:rsid w:val="00D05ECD"/>
    <w:rsid w:val="00D06198"/>
    <w:rsid w:val="00D06B21"/>
    <w:rsid w:val="00D103A2"/>
    <w:rsid w:val="00D15505"/>
    <w:rsid w:val="00D22624"/>
    <w:rsid w:val="00D22F98"/>
    <w:rsid w:val="00D25E99"/>
    <w:rsid w:val="00D30639"/>
    <w:rsid w:val="00D30F07"/>
    <w:rsid w:val="00D30F13"/>
    <w:rsid w:val="00D455B9"/>
    <w:rsid w:val="00D462C9"/>
    <w:rsid w:val="00D475B7"/>
    <w:rsid w:val="00D5274B"/>
    <w:rsid w:val="00D535E5"/>
    <w:rsid w:val="00D54743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41AB"/>
    <w:rsid w:val="00DC6ECD"/>
    <w:rsid w:val="00DD413D"/>
    <w:rsid w:val="00DD60EA"/>
    <w:rsid w:val="00DE2341"/>
    <w:rsid w:val="00DE370D"/>
    <w:rsid w:val="00DE5AA1"/>
    <w:rsid w:val="00DF194C"/>
    <w:rsid w:val="00DF2765"/>
    <w:rsid w:val="00DF3A2E"/>
    <w:rsid w:val="00DF4340"/>
    <w:rsid w:val="00E00157"/>
    <w:rsid w:val="00E00C35"/>
    <w:rsid w:val="00E020C7"/>
    <w:rsid w:val="00E0251E"/>
    <w:rsid w:val="00E06F75"/>
    <w:rsid w:val="00E07DE6"/>
    <w:rsid w:val="00E13484"/>
    <w:rsid w:val="00E153CE"/>
    <w:rsid w:val="00E206A6"/>
    <w:rsid w:val="00E2491F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2672"/>
    <w:rsid w:val="00E73FBD"/>
    <w:rsid w:val="00E77712"/>
    <w:rsid w:val="00E80BC0"/>
    <w:rsid w:val="00E81FF4"/>
    <w:rsid w:val="00E90834"/>
    <w:rsid w:val="00E91BB8"/>
    <w:rsid w:val="00E93C44"/>
    <w:rsid w:val="00E94C30"/>
    <w:rsid w:val="00EB399F"/>
    <w:rsid w:val="00EB3B8A"/>
    <w:rsid w:val="00EB48FD"/>
    <w:rsid w:val="00EB4AC4"/>
    <w:rsid w:val="00EB753F"/>
    <w:rsid w:val="00EC00F9"/>
    <w:rsid w:val="00EC05CC"/>
    <w:rsid w:val="00EC0A46"/>
    <w:rsid w:val="00EC33F0"/>
    <w:rsid w:val="00ED0058"/>
    <w:rsid w:val="00ED4564"/>
    <w:rsid w:val="00ED461A"/>
    <w:rsid w:val="00ED5F74"/>
    <w:rsid w:val="00ED683B"/>
    <w:rsid w:val="00ED72CA"/>
    <w:rsid w:val="00EE10B2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17E99"/>
    <w:rsid w:val="00F25BD9"/>
    <w:rsid w:val="00F2761D"/>
    <w:rsid w:val="00F32F31"/>
    <w:rsid w:val="00F53270"/>
    <w:rsid w:val="00F53F05"/>
    <w:rsid w:val="00F541CE"/>
    <w:rsid w:val="00F55A87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4BBA"/>
    <w:rsid w:val="00F96A6E"/>
    <w:rsid w:val="00FA6C8E"/>
    <w:rsid w:val="00FB06CC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EF6A2DD7-9BA0-4D50-83F1-4BF09282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EE262B8D</Template>
  <TotalTime>1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příloha č. 3</vt:lpstr>
    </vt:vector>
  </TitlesOfParts>
  <Company>Město Uherský Brod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příloha č. 3</dc:title>
  <dc:subject>Veřejná zakázka: oprava chodníků města uherský Brod</dc:subject>
  <dc:creator>Kamil Válek</dc:creator>
  <cp:lastModifiedBy>Hečová Petra, Ing.</cp:lastModifiedBy>
  <cp:revision>4</cp:revision>
  <cp:lastPrinted>2021-01-28T10:23:00Z</cp:lastPrinted>
  <dcterms:created xsi:type="dcterms:W3CDTF">2025-08-15T11:24:00Z</dcterms:created>
  <dcterms:modified xsi:type="dcterms:W3CDTF">2025-08-26T09:09:00Z</dcterms:modified>
</cp:coreProperties>
</file>